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34" w:rsidRPr="007319CC" w:rsidRDefault="009A1D34" w:rsidP="007319CC">
      <w:pPr>
        <w:pStyle w:val="Defaul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  <w:u w:val="single"/>
        </w:rPr>
      </w:pPr>
      <w:r w:rsidRPr="007319CC">
        <w:rPr>
          <w:b/>
          <w:bCs/>
          <w:color w:val="auto"/>
          <w:sz w:val="22"/>
          <w:szCs w:val="22"/>
          <w:u w:val="single"/>
        </w:rPr>
        <w:t>Organizadores.</w:t>
      </w:r>
    </w:p>
    <w:p w:rsidR="009A1D34" w:rsidRPr="007319CC" w:rsidRDefault="009A1D34" w:rsidP="003C23F3">
      <w:pPr>
        <w:pStyle w:val="Default"/>
        <w:numPr>
          <w:ilvl w:val="0"/>
          <w:numId w:val="4"/>
        </w:numPr>
        <w:jc w:val="both"/>
        <w:rPr>
          <w:bCs/>
          <w:color w:val="auto"/>
          <w:sz w:val="22"/>
          <w:szCs w:val="22"/>
        </w:rPr>
      </w:pPr>
      <w:r w:rsidRPr="007319CC">
        <w:rPr>
          <w:bCs/>
          <w:color w:val="auto"/>
          <w:sz w:val="22"/>
          <w:szCs w:val="22"/>
        </w:rPr>
        <w:t>ASOC. CEIR</w:t>
      </w:r>
    </w:p>
    <w:p w:rsidR="009A1D34" w:rsidRDefault="009A1D34" w:rsidP="003C23F3">
      <w:pPr>
        <w:pStyle w:val="Default"/>
        <w:numPr>
          <w:ilvl w:val="0"/>
          <w:numId w:val="4"/>
        </w:numPr>
        <w:jc w:val="both"/>
        <w:rPr>
          <w:bCs/>
          <w:color w:val="auto"/>
          <w:sz w:val="22"/>
          <w:szCs w:val="22"/>
        </w:rPr>
      </w:pPr>
      <w:r w:rsidRPr="007319CC">
        <w:rPr>
          <w:bCs/>
          <w:color w:val="auto"/>
          <w:sz w:val="22"/>
          <w:szCs w:val="22"/>
        </w:rPr>
        <w:t>Ayuntamiento de Ricote</w:t>
      </w:r>
    </w:p>
    <w:p w:rsidR="009A1D34" w:rsidRPr="007319CC" w:rsidRDefault="009A1D34" w:rsidP="007319CC">
      <w:pPr>
        <w:pStyle w:val="Default"/>
        <w:jc w:val="both"/>
        <w:rPr>
          <w:bCs/>
          <w:color w:val="auto"/>
          <w:sz w:val="22"/>
          <w:szCs w:val="22"/>
        </w:rPr>
      </w:pPr>
    </w:p>
    <w:p w:rsidR="009A1D34" w:rsidRPr="007319CC" w:rsidRDefault="009A1D34" w:rsidP="007319CC">
      <w:pPr>
        <w:pStyle w:val="Default"/>
        <w:numPr>
          <w:ilvl w:val="0"/>
          <w:numId w:val="3"/>
        </w:numPr>
        <w:jc w:val="both"/>
        <w:rPr>
          <w:b/>
          <w:color w:val="auto"/>
          <w:sz w:val="22"/>
          <w:szCs w:val="22"/>
          <w:u w:val="single"/>
        </w:rPr>
      </w:pPr>
      <w:r w:rsidRPr="007319CC">
        <w:rPr>
          <w:b/>
          <w:bCs/>
          <w:color w:val="auto"/>
          <w:sz w:val="22"/>
          <w:szCs w:val="22"/>
          <w:u w:val="single"/>
        </w:rPr>
        <w:t xml:space="preserve">Participantes </w:t>
      </w:r>
    </w:p>
    <w:p w:rsidR="009A1D34" w:rsidRPr="007319CC" w:rsidRDefault="009A1D34" w:rsidP="007319CC">
      <w:pPr>
        <w:pStyle w:val="Default"/>
        <w:jc w:val="both"/>
        <w:rPr>
          <w:color w:val="auto"/>
          <w:sz w:val="22"/>
          <w:szCs w:val="22"/>
        </w:rPr>
      </w:pPr>
      <w:r w:rsidRPr="007319CC">
        <w:rPr>
          <w:color w:val="auto"/>
          <w:sz w:val="22"/>
          <w:szCs w:val="22"/>
        </w:rPr>
        <w:t xml:space="preserve">Podrán participar las personas físicas y residentes en España, sin importar su nacionalidad. </w:t>
      </w:r>
    </w:p>
    <w:p w:rsidR="009A1D34" w:rsidRPr="007319CC" w:rsidRDefault="009A1D34" w:rsidP="007319CC">
      <w:pPr>
        <w:pStyle w:val="Default"/>
        <w:jc w:val="both"/>
        <w:rPr>
          <w:color w:val="auto"/>
          <w:sz w:val="22"/>
          <w:szCs w:val="22"/>
        </w:rPr>
      </w:pPr>
      <w:r w:rsidRPr="007319CC">
        <w:rPr>
          <w:color w:val="auto"/>
          <w:sz w:val="22"/>
          <w:szCs w:val="22"/>
        </w:rPr>
        <w:t xml:space="preserve">La participación en este concurso supone la total aceptación de estas bases. </w:t>
      </w:r>
    </w:p>
    <w:p w:rsidR="009A1D34" w:rsidRPr="007319CC" w:rsidRDefault="009A1D34" w:rsidP="007319CC">
      <w:pPr>
        <w:pStyle w:val="Default"/>
        <w:jc w:val="both"/>
        <w:rPr>
          <w:bCs/>
          <w:color w:val="auto"/>
          <w:sz w:val="22"/>
          <w:szCs w:val="22"/>
        </w:rPr>
      </w:pPr>
    </w:p>
    <w:p w:rsidR="009A1D34" w:rsidRPr="007319CC" w:rsidRDefault="009A1D34" w:rsidP="007319CC">
      <w:pPr>
        <w:pStyle w:val="Default"/>
        <w:numPr>
          <w:ilvl w:val="0"/>
          <w:numId w:val="3"/>
        </w:numPr>
        <w:jc w:val="both"/>
        <w:rPr>
          <w:b/>
          <w:color w:val="auto"/>
          <w:sz w:val="22"/>
          <w:szCs w:val="22"/>
          <w:u w:val="single"/>
        </w:rPr>
      </w:pPr>
      <w:r w:rsidRPr="007319CC">
        <w:rPr>
          <w:b/>
          <w:bCs/>
          <w:color w:val="auto"/>
          <w:sz w:val="22"/>
          <w:szCs w:val="22"/>
          <w:u w:val="single"/>
        </w:rPr>
        <w:t xml:space="preserve">Temática de las fotografías </w:t>
      </w:r>
    </w:p>
    <w:p w:rsidR="009A1D34" w:rsidRDefault="009A1D34" w:rsidP="007319CC">
      <w:pPr>
        <w:spacing w:after="0" w:line="240" w:lineRule="auto"/>
        <w:jc w:val="both"/>
        <w:rPr>
          <w:rFonts w:cs="Latha,Bold"/>
          <w:bCs/>
        </w:rPr>
      </w:pPr>
      <w:r w:rsidRPr="007319CC">
        <w:t xml:space="preserve">Las fotografías deberán adecuarse al tema y contenidos del concurso </w:t>
      </w:r>
      <w:r>
        <w:t xml:space="preserve">Memoria e identidad del </w:t>
      </w:r>
      <w:r w:rsidRPr="007319CC">
        <w:t xml:space="preserve"> Valle de Ricote</w:t>
      </w:r>
      <w:r w:rsidRPr="007319CC">
        <w:rPr>
          <w:rFonts w:cs="Latha,Bold"/>
          <w:bCs/>
        </w:rPr>
        <w:t>.</w:t>
      </w:r>
    </w:p>
    <w:p w:rsidR="009A1D34" w:rsidRPr="009A67A7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 w:rsidRPr="009A67A7">
        <w:rPr>
          <w:rFonts w:cs="Latha,Bold"/>
          <w:b/>
          <w:bCs/>
        </w:rPr>
        <w:t>Se aceptarán fotografías antiguas (la organización dispone de medios para transformar a formato digital, a disposición de los interesados).</w:t>
      </w:r>
    </w:p>
    <w:p w:rsidR="009A1D34" w:rsidRPr="007319CC" w:rsidRDefault="009A1D34" w:rsidP="007319CC">
      <w:pPr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 xml:space="preserve"> No se permitirá el retoque digital de las fotografías presentadas a concurso.</w:t>
      </w:r>
    </w:p>
    <w:p w:rsidR="009A1D34" w:rsidRPr="007319CC" w:rsidRDefault="009A1D34" w:rsidP="007319CC">
      <w:pPr>
        <w:spacing w:after="0" w:line="240" w:lineRule="auto"/>
        <w:jc w:val="both"/>
      </w:pPr>
      <w:r w:rsidRPr="007319CC">
        <w:t xml:space="preserve"> El Comité Organizador del concurso se reserva el derecho de aceptación de las obras según se adecuen o no a la temática del concurso.</w:t>
      </w:r>
    </w:p>
    <w:p w:rsidR="009A1D34" w:rsidRPr="007319CC" w:rsidRDefault="009A1D34" w:rsidP="007319CC">
      <w:pPr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/>
          <w:bCs/>
          <w:u w:val="single"/>
        </w:rPr>
        <w:t>Lugar de presentación</w:t>
      </w:r>
      <w:r w:rsidRPr="007319CC">
        <w:rPr>
          <w:rFonts w:cs="Latha,Bold"/>
          <w:bCs/>
        </w:rPr>
        <w:t xml:space="preserve">: </w:t>
      </w:r>
    </w:p>
    <w:p w:rsidR="009A1D34" w:rsidRDefault="009A1D34" w:rsidP="007319CC">
      <w:pPr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Serán enviadas por</w:t>
      </w:r>
    </w:p>
    <w:p w:rsidR="009A1D34" w:rsidRPr="009A67A7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>
        <w:rPr>
          <w:rFonts w:cs="Latha,Bold"/>
          <w:b/>
          <w:bCs/>
        </w:rPr>
        <w:t>E-mail:</w:t>
      </w:r>
      <w:r w:rsidRPr="009A67A7">
        <w:rPr>
          <w:rFonts w:cs="Latha,Bold"/>
          <w:b/>
          <w:bCs/>
        </w:rPr>
        <w:t xml:space="preserve"> ricoteceir@yahoo.es</w:t>
      </w:r>
    </w:p>
    <w:p w:rsidR="009A1D34" w:rsidRPr="007319CC" w:rsidRDefault="009A1D34" w:rsidP="007319CC">
      <w:pPr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C</w:t>
      </w:r>
      <w:r w:rsidRPr="007319CC">
        <w:rPr>
          <w:rFonts w:cs="Latha,Bold"/>
          <w:bCs/>
        </w:rPr>
        <w:t>orreo o personalmente a la dirección:</w:t>
      </w:r>
    </w:p>
    <w:p w:rsidR="009A1D34" w:rsidRPr="00525B33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 w:rsidRPr="00525B33">
        <w:rPr>
          <w:rFonts w:cs="Latha,Bold"/>
          <w:b/>
          <w:bCs/>
        </w:rPr>
        <w:t>Ayuntamiento de Ricote</w:t>
      </w:r>
    </w:p>
    <w:p w:rsidR="009A1D34" w:rsidRPr="00525B33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 w:rsidRPr="00525B33">
        <w:rPr>
          <w:rFonts w:cs="Latha,Bold"/>
          <w:b/>
          <w:bCs/>
        </w:rPr>
        <w:t>CEIR</w:t>
      </w:r>
    </w:p>
    <w:p w:rsidR="009A1D34" w:rsidRPr="00525B33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 w:rsidRPr="00525B33">
        <w:rPr>
          <w:rFonts w:cs="Latha,Bold"/>
          <w:b/>
          <w:bCs/>
        </w:rPr>
        <w:t>Plaza de España, nº 4</w:t>
      </w:r>
    </w:p>
    <w:p w:rsidR="009A1D34" w:rsidRPr="00525B33" w:rsidRDefault="009A1D34" w:rsidP="007319CC">
      <w:pPr>
        <w:spacing w:after="0" w:line="240" w:lineRule="auto"/>
        <w:jc w:val="both"/>
        <w:rPr>
          <w:rFonts w:cs="Latha,Bold"/>
          <w:b/>
          <w:bCs/>
        </w:rPr>
      </w:pPr>
      <w:r w:rsidRPr="00525B33">
        <w:rPr>
          <w:rFonts w:cs="Latha,Bold"/>
          <w:b/>
          <w:bCs/>
        </w:rPr>
        <w:t>30610 Ricote (Murcia)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7319C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/>
          <w:bCs/>
          <w:u w:val="single"/>
        </w:rPr>
        <w:t>Número y requisitos de obras</w:t>
      </w:r>
      <w:r w:rsidRPr="007319CC">
        <w:rPr>
          <w:rFonts w:cs="Latha,Bold"/>
          <w:bCs/>
        </w:rPr>
        <w:t xml:space="preserve">: 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Cada participante podrá presentar 3 fotografías por persona como máximo, que deberán estar realizadas en el Valle de Ricote representativas del mismo.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Se VALORARÁ la creatividad  por una parte fotografías con el factor “paisaje” y/o una perspectiva de la cultura, tradiciones, aspecto humano de Valle de Ricote.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Las fotografías se presentarán en color o BN y en los siguientes formatos: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 xml:space="preserve">Formato papel, tamaño: </w:t>
      </w:r>
      <w:smartTag w:uri="urn:schemas-microsoft-com:office:smarttags" w:element="metricconverter">
        <w:smartTagPr>
          <w:attr w:name="ProductID" w:val="21 centímetros"/>
        </w:smartTagPr>
        <w:r w:rsidRPr="007319CC">
          <w:rPr>
            <w:rFonts w:cs="Latha,Bold"/>
            <w:bCs/>
          </w:rPr>
          <w:t>21 centímetros</w:t>
        </w:r>
      </w:smartTag>
      <w:r w:rsidRPr="007319CC">
        <w:rPr>
          <w:rFonts w:cs="Latha,Bold"/>
          <w:bCs/>
        </w:rPr>
        <w:t xml:space="preserve"> de ancho por </w:t>
      </w:r>
      <w:smartTag w:uri="urn:schemas-microsoft-com:office:smarttags" w:element="metricconverter">
        <w:smartTagPr>
          <w:attr w:name="ProductID" w:val="30 centímetros"/>
        </w:smartTagPr>
        <w:r w:rsidRPr="007319CC">
          <w:rPr>
            <w:rFonts w:cs="Latha,Bold"/>
            <w:bCs/>
          </w:rPr>
          <w:t>30 centímetros</w:t>
        </w:r>
      </w:smartTag>
      <w:r w:rsidRPr="007319CC">
        <w:rPr>
          <w:rFonts w:cs="Latha,Bold"/>
          <w:bCs/>
        </w:rPr>
        <w:t xml:space="preserve"> de alto (tamaño </w:t>
      </w:r>
      <w:r>
        <w:rPr>
          <w:rFonts w:cs="Latha,Bold"/>
          <w:bCs/>
        </w:rPr>
        <w:t>folio</w:t>
      </w:r>
      <w:r w:rsidRPr="007319CC">
        <w:rPr>
          <w:rFonts w:cs="Latha,Bold"/>
          <w:bCs/>
        </w:rPr>
        <w:t>). Enmarcadas en soporte rígido</w:t>
      </w:r>
      <w:r>
        <w:rPr>
          <w:rFonts w:cs="Latha,Bold"/>
          <w:bCs/>
        </w:rPr>
        <w:t xml:space="preserve"> o no</w:t>
      </w:r>
      <w:r w:rsidRPr="007319CC">
        <w:rPr>
          <w:rFonts w:cs="Latha,Bold"/>
          <w:bCs/>
        </w:rPr>
        <w:t>.</w:t>
      </w:r>
      <w:r>
        <w:rPr>
          <w:rFonts w:cs="Latha,Bold"/>
          <w:bCs/>
        </w:rPr>
        <w:t xml:space="preserve"> 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 xml:space="preserve">O formato digital </w:t>
      </w:r>
      <w:r>
        <w:t>tamaño mínimo de 1.024 x 1.024 píxeles.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3C23F3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>Requisitos.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La fotografía deberá ser inédita y no se aceptarán aquellas que hayan sido objeto de otro concurso o premiadas anteriormente.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292F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>
        <w:rPr>
          <w:rFonts w:cs="Latha,Bold"/>
          <w:b/>
          <w:bCs/>
          <w:u w:val="single"/>
        </w:rPr>
        <w:t>Plazo de presentación</w:t>
      </w:r>
      <w:r w:rsidRPr="003C23F3">
        <w:rPr>
          <w:rFonts w:cs="Latha,Bold"/>
          <w:b/>
          <w:bCs/>
          <w:u w:val="single"/>
        </w:rPr>
        <w:t xml:space="preserve">: 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292FE0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</w:rPr>
      </w:pPr>
      <w:r w:rsidRPr="00292FE0">
        <w:rPr>
          <w:rFonts w:cs="Latha,Bold"/>
          <w:b/>
          <w:bCs/>
        </w:rPr>
        <w:t>Hasta el día 11 de Enero de 2013</w:t>
      </w:r>
    </w:p>
    <w:p w:rsidR="009A1D34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3C23F3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Identificación: </w:t>
      </w:r>
    </w:p>
    <w:p w:rsidR="009A1D34" w:rsidRPr="003C23F3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>En el caso de que se deseen presentar tres obras, cada obra irá numerada del 1 al 3 en el reverso de la fotografía. Junto con cada obra se deberá adjuntar en un sobre cerrado con el número que haga la obra (1-3), los siguientes datos: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Título de la obra.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Lugar y fecha donde se tomó.</w:t>
      </w:r>
    </w:p>
    <w:p w:rsidR="009A1D34" w:rsidRPr="007319CC" w:rsidRDefault="009A1D34" w:rsidP="007319CC">
      <w:pPr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Nombre y apellidos del autor.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Domicilio. Código Postal. Provincia.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Teléfono de contacto.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La identificación irá en un sobre aparte, dentro del grande y junto a la foto.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No serán valoradas las obras que muestren rótulo alguno, identificación o el título de la misma.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3C23F3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Jurado: 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>Estará formado por</w:t>
      </w:r>
      <w:r>
        <w:rPr>
          <w:rFonts w:cs="Latha,Bold"/>
          <w:bCs/>
        </w:rPr>
        <w:t>: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Celedonio Moreno (Alcalde de Ricote)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Pablo Beneito (CEIR)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Jesús de la Peña (CEIR)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Juan Manuel Chumilla (Fundador del Instituto Rueda)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Jesús Ortega (Fotógrafo amateur y conocedor del Valle de Ricote)</w:t>
      </w:r>
    </w:p>
    <w:p w:rsidR="009A1D34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El Jurado va</w:t>
      </w:r>
      <w:r>
        <w:rPr>
          <w:rFonts w:cs="Latha,Bold"/>
          <w:bCs/>
        </w:rPr>
        <w:t>lorará la creatividad artística y</w:t>
      </w:r>
      <w:r w:rsidRPr="007319CC">
        <w:rPr>
          <w:rFonts w:cs="Latha,Bold"/>
          <w:bCs/>
        </w:rPr>
        <w:t xml:space="preserve"> identificación de la obra con el Valle de </w:t>
      </w:r>
      <w:r>
        <w:rPr>
          <w:rFonts w:cs="Latha,Bold"/>
          <w:bCs/>
        </w:rPr>
        <w:t>Ricote</w:t>
      </w:r>
      <w:r w:rsidRPr="007319CC">
        <w:rPr>
          <w:rFonts w:cs="Latha,Bold"/>
          <w:bCs/>
        </w:rPr>
        <w:t>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3C23F3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>Premios.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Tan sólo se podrá optar a un premio.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 xml:space="preserve">PRIMER PREMIO - 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 xml:space="preserve">SEGUNDO PREMIO - </w:t>
      </w:r>
    </w:p>
    <w:p w:rsidR="009A1D34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 xml:space="preserve">TERCER PREMIO </w:t>
      </w:r>
      <w:r>
        <w:rPr>
          <w:rFonts w:cs="Latha,Bold"/>
          <w:bCs/>
        </w:rPr>
        <w:t>–</w:t>
      </w:r>
      <w:r w:rsidRPr="007319CC">
        <w:rPr>
          <w:rFonts w:cs="Latha,Bold"/>
          <w:bCs/>
        </w:rPr>
        <w:t xml:space="preserve"> 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>
        <w:rPr>
          <w:rFonts w:cs="Latha,Bold"/>
          <w:bCs/>
        </w:rPr>
        <w:t>Por determinar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Fallo del jurado y entrega de premios: 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3C23F3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 xml:space="preserve">El fallo del jurado se comunicará a través </w:t>
      </w:r>
      <w:r>
        <w:rPr>
          <w:rFonts w:cs="Latha,Bold"/>
          <w:bCs/>
        </w:rPr>
        <w:t xml:space="preserve">de </w:t>
      </w:r>
      <w:r w:rsidRPr="003C23F3">
        <w:rPr>
          <w:rFonts w:cs="Latha,Bold"/>
          <w:bCs/>
        </w:rPr>
        <w:t>llamada telefónica, a los/as ganadores/as.</w:t>
      </w:r>
    </w:p>
    <w:p w:rsidR="009A1D34" w:rsidRPr="00292FE0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</w:rPr>
      </w:pPr>
      <w:r w:rsidRPr="00292FE0">
        <w:rPr>
          <w:rFonts w:cs="Latha,Bold"/>
          <w:b/>
          <w:bCs/>
        </w:rPr>
        <w:t xml:space="preserve">Los premios serán entregados en el Auditorio Municipal el día 19 de Enero a las 22.00 h. 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Exposición de obras: 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3C23F3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>Se expondrán la totalidad de las obras presentadas del 1</w:t>
      </w:r>
      <w:r>
        <w:rPr>
          <w:rFonts w:cs="Latha,Bold"/>
          <w:bCs/>
        </w:rPr>
        <w:t>2</w:t>
      </w:r>
      <w:r w:rsidRPr="003C23F3">
        <w:rPr>
          <w:rFonts w:cs="Latha,Bold"/>
          <w:bCs/>
        </w:rPr>
        <w:t xml:space="preserve"> al 25 de Enero 2013. En el Ayuntamiento de Ricote.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>Cesión de los derechos de reproducción o el uso de las fotografías premiadas: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Las obras premiadas quedarán en poder del Ayuntamiento de Ricote y ASOC. CEIR, quien se reserva el derecho de la reproducción para uso cultural y promocional del Valle de Ricote con la mención del nombre del fotógrafo /a quien mantendrá sus derechos de propiedad intelectual.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La organización se compromete al mayor cuidado y conservación de las obras una vez recibidas, pero se exime de toda responsabilidad con respecto a deterioros, extravíos durante su envío, etc.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Devolución: 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3C23F3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>Las obras no premiadas serán devueltas a sus autores, quienes deberán retirarlas en el Ayuntamiento de Ricote, a partir del 29 de Enero 2013 en horario de oficina, días labo</w:t>
      </w:r>
      <w:r>
        <w:rPr>
          <w:rFonts w:cs="Latha,Bold"/>
          <w:bCs/>
        </w:rPr>
        <w:t>rales, en el plazo máximo de un mes</w:t>
      </w:r>
      <w:r w:rsidRPr="003C23F3">
        <w:rPr>
          <w:rFonts w:cs="Latha,Bold"/>
          <w:bCs/>
        </w:rPr>
        <w:t>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7319CC">
        <w:rPr>
          <w:rFonts w:cs="Latha,Bold"/>
          <w:bCs/>
        </w:rPr>
        <w:t>Pasado este plazo la organización no se responsabilizará de las mismas, pudiendo utilizarlas para el mismo uso que las premiadas.</w:t>
      </w:r>
    </w:p>
    <w:p w:rsidR="009A1D34" w:rsidRPr="007319CC" w:rsidRDefault="009A1D34" w:rsidP="007319CC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</w:p>
    <w:p w:rsidR="009A1D34" w:rsidRDefault="009A1D34" w:rsidP="003C23F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Latha,Bold"/>
          <w:b/>
          <w:bCs/>
          <w:u w:val="single"/>
        </w:rPr>
      </w:pPr>
      <w:r w:rsidRPr="003C23F3">
        <w:rPr>
          <w:rFonts w:cs="Latha,Bold"/>
          <w:b/>
          <w:bCs/>
          <w:u w:val="single"/>
        </w:rPr>
        <w:t xml:space="preserve">Disposición generales: </w:t>
      </w:r>
    </w:p>
    <w:p w:rsidR="009A1D34" w:rsidRPr="003C23F3" w:rsidRDefault="009A1D34" w:rsidP="00292FE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cs="Latha,Bold"/>
          <w:b/>
          <w:bCs/>
          <w:u w:val="single"/>
        </w:rPr>
      </w:pPr>
    </w:p>
    <w:p w:rsidR="009A1D34" w:rsidRPr="003C23F3" w:rsidRDefault="009A1D34" w:rsidP="003C23F3">
      <w:pPr>
        <w:autoSpaceDE w:val="0"/>
        <w:autoSpaceDN w:val="0"/>
        <w:adjustRightInd w:val="0"/>
        <w:spacing w:after="0" w:line="240" w:lineRule="auto"/>
        <w:jc w:val="both"/>
        <w:rPr>
          <w:rFonts w:cs="Latha,Bold"/>
          <w:bCs/>
        </w:rPr>
      </w:pPr>
      <w:r w:rsidRPr="003C23F3">
        <w:rPr>
          <w:rFonts w:cs="Latha,Bold"/>
          <w:bCs/>
        </w:rPr>
        <w:t>La sola participación en el concurso implica el conocimiento y la aceptación de todas y cada una de las presentes bases.</w:t>
      </w:r>
    </w:p>
    <w:p w:rsidR="009A1D34" w:rsidRPr="007319CC" w:rsidRDefault="009A1D34" w:rsidP="007319CC">
      <w:pPr>
        <w:spacing w:after="0" w:line="240" w:lineRule="auto"/>
        <w:jc w:val="both"/>
        <w:rPr>
          <w:rFonts w:cs="Latha,Bold"/>
          <w:bCs/>
        </w:rPr>
      </w:pPr>
    </w:p>
    <w:p w:rsidR="009A1D34" w:rsidRPr="007319CC" w:rsidRDefault="009A1D34" w:rsidP="007319CC">
      <w:pPr>
        <w:spacing w:after="0" w:line="240" w:lineRule="auto"/>
        <w:jc w:val="both"/>
      </w:pPr>
      <w:r w:rsidRPr="007319CC">
        <w:rPr>
          <w:rFonts w:cs="Latha,Bold"/>
          <w:bCs/>
        </w:rPr>
        <w:t>La organización se reserva el derecho de dejar desierto el concurso.</w:t>
      </w:r>
    </w:p>
    <w:sectPr w:rsidR="009A1D34" w:rsidRPr="007319CC" w:rsidSect="003C23F3">
      <w:pgSz w:w="11906" w:h="16838"/>
      <w:pgMar w:top="1276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D42A3"/>
    <w:multiLevelType w:val="hybridMultilevel"/>
    <w:tmpl w:val="0DDE571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8B7BF4"/>
    <w:multiLevelType w:val="hybridMultilevel"/>
    <w:tmpl w:val="357059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923D0"/>
    <w:multiLevelType w:val="hybridMultilevel"/>
    <w:tmpl w:val="32DC69E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C2C169C"/>
    <w:multiLevelType w:val="hybridMultilevel"/>
    <w:tmpl w:val="03820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F43"/>
    <w:rsid w:val="000A7F09"/>
    <w:rsid w:val="0012193B"/>
    <w:rsid w:val="00191986"/>
    <w:rsid w:val="00292FE0"/>
    <w:rsid w:val="002D1248"/>
    <w:rsid w:val="00324446"/>
    <w:rsid w:val="003C23F3"/>
    <w:rsid w:val="00525B33"/>
    <w:rsid w:val="005B1CB2"/>
    <w:rsid w:val="005C54F3"/>
    <w:rsid w:val="00604D93"/>
    <w:rsid w:val="007319CC"/>
    <w:rsid w:val="009A1D34"/>
    <w:rsid w:val="009A67A7"/>
    <w:rsid w:val="00AE7867"/>
    <w:rsid w:val="00B945CF"/>
    <w:rsid w:val="00D44763"/>
    <w:rsid w:val="00D86466"/>
    <w:rsid w:val="00D92F43"/>
    <w:rsid w:val="00E7025C"/>
    <w:rsid w:val="00E74FEA"/>
    <w:rsid w:val="00F95FEE"/>
    <w:rsid w:val="00F9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92F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731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646</Words>
  <Characters>3559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ASC RICOTE Y SU GENT</dc:creator>
  <cp:keywords/>
  <dc:description/>
  <cp:lastModifiedBy>USUARIO</cp:lastModifiedBy>
  <cp:revision>3</cp:revision>
  <cp:lastPrinted>2012-12-28T09:56:00Z</cp:lastPrinted>
  <dcterms:created xsi:type="dcterms:W3CDTF">2012-12-28T12:47:00Z</dcterms:created>
  <dcterms:modified xsi:type="dcterms:W3CDTF">2012-12-28T13:05:00Z</dcterms:modified>
</cp:coreProperties>
</file>